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AF617C" w:rsidRP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F617C" w:rsidRPr="00AF617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AF617C" w:rsidRPr="00AF617C">
        <w:rPr>
          <w:rFonts w:ascii="Corbel" w:hAnsi="Corbel"/>
          <w:bCs/>
          <w:i/>
        </w:rPr>
        <w:t>UR  nr</w:t>
      </w:r>
      <w:proofErr w:type="gramEnd"/>
      <w:r w:rsidR="00AF617C" w:rsidRPr="00AF617C">
        <w:rPr>
          <w:rFonts w:ascii="Corbel" w:hAnsi="Corbel"/>
          <w:bCs/>
          <w:i/>
        </w:rPr>
        <w:t xml:space="preserve"> 12/2019</w:t>
      </w:r>
    </w:p>
    <w:p w14:paraId="598A8AA9" w14:textId="77777777" w:rsidR="00AF617C" w:rsidRPr="00AF617C" w:rsidRDefault="00AF617C" w:rsidP="00AF6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23B90FA5" w:rsidR="00AF617C" w:rsidRPr="00AF617C" w:rsidRDefault="00AF617C" w:rsidP="00AF6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9252B">
        <w:rPr>
          <w:rFonts w:ascii="Corbel" w:hAnsi="Corbel"/>
          <w:b/>
          <w:smallCaps/>
          <w:sz w:val="24"/>
          <w:szCs w:val="24"/>
        </w:rPr>
        <w:t>2022-2024</w:t>
      </w:r>
    </w:p>
    <w:p w14:paraId="130E7FA8" w14:textId="245D5974" w:rsidR="00AF617C" w:rsidRPr="00EA4832" w:rsidRDefault="00AF617C" w:rsidP="00AF61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F617C">
        <w:rPr>
          <w:rFonts w:ascii="Corbel" w:hAnsi="Corbel"/>
          <w:sz w:val="20"/>
          <w:szCs w:val="20"/>
        </w:rPr>
        <w:t>Rok akademicki: 202</w:t>
      </w:r>
      <w:r w:rsidR="0099252B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99252B">
        <w:rPr>
          <w:rFonts w:ascii="Corbel" w:hAnsi="Corbel"/>
          <w:sz w:val="20"/>
          <w:szCs w:val="20"/>
        </w:rPr>
        <w:t>3</w:t>
      </w:r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86A63B0" w:rsidR="004E4652" w:rsidRPr="00EB2281" w:rsidRDefault="000E622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EE2E69F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C424A9"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. Roman Chorób</w:t>
            </w:r>
            <w:r w:rsidR="00C424A9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07AFB0B" w:rsidR="00AF68A0" w:rsidRPr="00AF68A0" w:rsidRDefault="00C424A9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hab. Roman Chorób, prof. UR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3E2D77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3742F70" w:rsidR="00015B8F" w:rsidRPr="009C54AE" w:rsidRDefault="000E6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F617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22A1E5F" w:rsidR="00AF617C" w:rsidRPr="009C54AE" w:rsidRDefault="00306C86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 xml:space="preserve">uczenia </w:t>
      </w:r>
      <w:proofErr w:type="gramStart"/>
      <w:r w:rsidR="009A18A7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1299C43A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6CB4" w14:paraId="77EBB6CF" w14:textId="77777777" w:rsidTr="73522BB2">
        <w:tc>
          <w:tcPr>
            <w:tcW w:w="9670" w:type="dxa"/>
          </w:tcPr>
          <w:p w14:paraId="6595E3F3" w14:textId="32AFC83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D56CB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3905E5B" w14:textId="7D2088E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</w:t>
            </w:r>
          </w:p>
          <w:p w14:paraId="1B1B5F6E" w14:textId="4B7B62A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45994994" w14:textId="6CD58C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1685A533" w14:textId="5696150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7D444B93" w14:textId="4C0CF94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05A0CD47" w14:textId="4537BEB0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00F86C8C" w14:textId="535646A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01FE0C6F" w14:textId="1FCC19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8D69180" w:rsidR="000368C2" w:rsidRPr="009C54AE" w:rsidRDefault="000E622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010110B5" w:rsidR="005F3EA5" w:rsidRPr="009C54AE" w:rsidRDefault="000E622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274EAC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306C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372C48" w14:textId="20C42F36" w:rsidR="00110142" w:rsidRPr="002A175E" w:rsidRDefault="00FB20B2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 xml:space="preserve">Informatyka </w:t>
            </w:r>
            <w:proofErr w:type="gram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ekonomiczna :</w:t>
            </w:r>
            <w:proofErr w:type="gram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 xml:space="preserve">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. 2 zm. i rozszerz.  - Warszawa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C43E21" w14:textId="62BEBA22" w:rsidR="00BB2617" w:rsidRDefault="00BB2617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</w:t>
            </w:r>
            <w:proofErr w:type="gram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biznes :</w:t>
            </w:r>
            <w:proofErr w:type="gram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 wybrane zagadn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ienia /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CC905" w14:textId="49F78E9B" w:rsidR="00C6106C" w:rsidRDefault="00C6106C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</w:t>
            </w:r>
            <w:proofErr w:type="gramStart"/>
            <w:r w:rsidRPr="00C6106C">
              <w:rPr>
                <w:rFonts w:ascii="Corbel" w:hAnsi="Corbel"/>
                <w:b w:val="0"/>
                <w:smallCaps w:val="0"/>
                <w:szCs w:val="24"/>
              </w:rPr>
              <w:t>biznes :</w:t>
            </w:r>
            <w:proofErr w:type="gramEnd"/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Roman Bojarski [i in.].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Górnicza: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326C3C90" w:rsidR="00110142" w:rsidRPr="009C54AE" w:rsidRDefault="005D2F85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dystrybucyjnego w </w:t>
            </w:r>
            <w:proofErr w:type="gram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Polsce :</w:t>
            </w:r>
            <w:proofErr w:type="gram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studium empiryczne / Agnieszka Anna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gram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 :</w:t>
            </w:r>
            <w:proofErr w:type="gram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00EDB87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29DC2F39" w:rsidR="00110142" w:rsidRPr="002A175E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6B070DF8" w14:textId="77777777" w:rsidR="00306C86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3BC9C08B" w14:textId="7EFDD5FC" w:rsidR="00110142" w:rsidRPr="00306C86" w:rsidRDefault="00BB2617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</w:t>
            </w:r>
            <w:proofErr w:type="gramStart"/>
            <w:r w:rsidRPr="00306C86">
              <w:rPr>
                <w:rFonts w:ascii="Corbel" w:hAnsi="Corbel"/>
                <w:b w:val="0"/>
                <w:smallCaps w:val="0"/>
                <w:szCs w:val="24"/>
              </w:rPr>
              <w:t>Excel :praca</w:t>
            </w:r>
            <w:proofErr w:type="gram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 zbiorowa / </w:t>
            </w:r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pod red. Iwony </w:t>
            </w:r>
            <w:proofErr w:type="spellStart"/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; oprac. Aleksandra Czupryna-Nowak [et al.]. - </w:t>
            </w:r>
            <w:proofErr w:type="gramStart"/>
            <w:r w:rsidRPr="00306C86">
              <w:rPr>
                <w:rFonts w:ascii="Corbel" w:hAnsi="Corbel"/>
                <w:b w:val="0"/>
                <w:smallCaps w:val="0"/>
                <w:szCs w:val="24"/>
              </w:rPr>
              <w:t>Gliwice :</w:t>
            </w:r>
            <w:proofErr w:type="gram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 Wydawnictwo Politechniki Śląskiej, 2011</w:t>
            </w:r>
            <w:r w:rsidR="00110142" w:rsidRPr="00306C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8EF87" w14:textId="77777777" w:rsidR="000B40D8" w:rsidRDefault="000B40D8" w:rsidP="00C16ABF">
      <w:pPr>
        <w:spacing w:after="0" w:line="240" w:lineRule="auto"/>
      </w:pPr>
      <w:r>
        <w:separator/>
      </w:r>
    </w:p>
  </w:endnote>
  <w:endnote w:type="continuationSeparator" w:id="0">
    <w:p w14:paraId="364E2DF9" w14:textId="77777777" w:rsidR="000B40D8" w:rsidRDefault="000B40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7C2AD" w14:textId="77777777" w:rsidR="000B40D8" w:rsidRDefault="000B40D8" w:rsidP="00C16ABF">
      <w:pPr>
        <w:spacing w:after="0" w:line="240" w:lineRule="auto"/>
      </w:pPr>
      <w:r>
        <w:separator/>
      </w:r>
    </w:p>
  </w:footnote>
  <w:footnote w:type="continuationSeparator" w:id="0">
    <w:p w14:paraId="4700F03F" w14:textId="77777777" w:rsidR="000B40D8" w:rsidRDefault="000B40D8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32998"/>
    <w:multiLevelType w:val="hybridMultilevel"/>
    <w:tmpl w:val="CAD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3891"/>
    <w:multiLevelType w:val="hybridMultilevel"/>
    <w:tmpl w:val="B6AE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B41EB"/>
    <w:multiLevelType w:val="hybridMultilevel"/>
    <w:tmpl w:val="396C2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221"/>
    <w:multiLevelType w:val="hybridMultilevel"/>
    <w:tmpl w:val="FDF2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9B7"/>
    <w:multiLevelType w:val="hybridMultilevel"/>
    <w:tmpl w:val="1FC8B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37BCB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B40D8"/>
    <w:rsid w:val="000D04B0"/>
    <w:rsid w:val="000E6228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1B0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06C86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34C6"/>
    <w:rsid w:val="00763BF1"/>
    <w:rsid w:val="00766FD4"/>
    <w:rsid w:val="007814AE"/>
    <w:rsid w:val="0078168C"/>
    <w:rsid w:val="00790E27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7F5C0D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B01D1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252B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E763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4A9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B3A9E"/>
    <w:rsid w:val="00DE09C0"/>
    <w:rsid w:val="00DE16E5"/>
    <w:rsid w:val="00DF320D"/>
    <w:rsid w:val="00DF605A"/>
    <w:rsid w:val="00DF71C8"/>
    <w:rsid w:val="00E04594"/>
    <w:rsid w:val="00E104BE"/>
    <w:rsid w:val="00E129B8"/>
    <w:rsid w:val="00E21E7D"/>
    <w:rsid w:val="00E22FBC"/>
    <w:rsid w:val="00E24BF5"/>
    <w:rsid w:val="00E25338"/>
    <w:rsid w:val="00E51E44"/>
    <w:rsid w:val="00E63348"/>
    <w:rsid w:val="00E761C5"/>
    <w:rsid w:val="00E77E88"/>
    <w:rsid w:val="00E8107D"/>
    <w:rsid w:val="00E90B52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2D0BCABD"/>
    <w:rsid w:val="4AE84511"/>
    <w:rsid w:val="529EC4C6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800778-6B6B-4433-A7BE-1E7AA6B8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D1092C-7282-4ED7-A0BD-D032C7DFAA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1</Pages>
  <Words>1288</Words>
  <Characters>7728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2017-02-15T12:41:00Z</cp:lastPrinted>
  <dcterms:created xsi:type="dcterms:W3CDTF">2020-12-20T05:38:00Z</dcterms:created>
  <dcterms:modified xsi:type="dcterms:W3CDTF">2022-09-22T18:00:00Z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